
<file path=[Content_Types].xml><?xml version="1.0" encoding="utf-8"?>
<Types xmlns="http://schemas.openxmlformats.org/package/2006/content-types">
  <Default Extension="bmp" ContentType="image/bmp"/>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15B2" w:rsidRDefault="00000334">
      <w:r>
        <w:rPr>
          <w:noProof/>
          <w:lang w:eastAsia="en-NZ"/>
        </w:rPr>
        <mc:AlternateContent>
          <mc:Choice Requires="wps">
            <w:drawing>
              <wp:anchor distT="0" distB="0" distL="114300" distR="114300" simplePos="0" relativeHeight="251659264" behindDoc="0" locked="0" layoutInCell="1" allowOverlap="1" wp14:anchorId="49EBAC9A" wp14:editId="71496908">
                <wp:simplePos x="0" y="0"/>
                <wp:positionH relativeFrom="column">
                  <wp:posOffset>0</wp:posOffset>
                </wp:positionH>
                <wp:positionV relativeFrom="paragraph">
                  <wp:posOffset>0</wp:posOffset>
                </wp:positionV>
                <wp:extent cx="1828800" cy="1828800"/>
                <wp:effectExtent l="0" t="0" r="0" b="0"/>
                <wp:wrapNone/>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FC028F" w:rsidRPr="00000334" w:rsidRDefault="00FC028F" w:rsidP="00000334">
                            <w:pPr>
                              <w:jc w:val="center"/>
                              <w:rPr>
                                <w:b/>
                                <w:caps/>
                                <w:color w:val="4F81BD" w:themeColor="accent1"/>
                                <w:sz w:val="96"/>
                                <w:szCs w:val="96"/>
                                <w14:shadow w14:blurRad="19685" w14:dist="12700" w14:dir="5400000" w14:sx="100000" w14:sy="100000" w14:kx="0" w14:ky="0" w14:algn="tl">
                                  <w14:schemeClr w14:val="accent1">
                                    <w14:alpha w14:val="40000"/>
                                    <w14:satMod w14:val="130000"/>
                                  </w14:schemeClr>
                                </w14:shadow>
                                <w14:reflection w14:blurRad="9994" w14:stA="55000" w14:stPos="0" w14:endA="0" w14:endPos="48000" w14:dist="495" w14:dir="5400000" w14:fadeDir="5400000" w14:sx="100000" w14:sy="-100000" w14:kx="0" w14:ky="0" w14:algn="bl"/>
                                <w14:textOutline w14:w="0" w14:cap="flat" w14:cmpd="sng" w14:algn="ctr">
                                  <w14:noFill/>
                                  <w14:prstDash w14:val="solid"/>
                                  <w14:round/>
                                </w14:textOutline>
                                <w14:props3d w14:extrusionH="0" w14:contourW="6350" w14:prstMaterial="plastic">
                                  <w14:bevelT w14:w="20320" w14:h="20320" w14:prst="angle"/>
                                  <w14:contourClr>
                                    <w14:schemeClr w14:val="accent1">
                                      <w14:tint w14:val="100000"/>
                                      <w14:shade w14:val="100000"/>
                                      <w14:hueMod w14:val="100000"/>
                                      <w14:satMod w14:val="100000"/>
                                    </w14:schemeClr>
                                  </w14:contourClr>
                                </w14:props3d>
                              </w:rPr>
                            </w:pPr>
                            <w:r w:rsidRPr="00000334">
                              <w:rPr>
                                <w:b/>
                                <w:caps/>
                                <w:color w:val="4F81BD" w:themeColor="accent1"/>
                                <w:sz w:val="96"/>
                                <w:szCs w:val="96"/>
                                <w14:shadow w14:blurRad="19685" w14:dist="12700" w14:dir="5400000" w14:sx="100000" w14:sy="100000" w14:kx="0" w14:ky="0" w14:algn="tl">
                                  <w14:schemeClr w14:val="accent1">
                                    <w14:alpha w14:val="40000"/>
                                    <w14:satMod w14:val="130000"/>
                                  </w14:schemeClr>
                                </w14:shadow>
                                <w14:reflection w14:blurRad="9994" w14:stA="55000" w14:stPos="0" w14:endA="0" w14:endPos="48000" w14:dist="495" w14:dir="5400000" w14:fadeDir="5400000" w14:sx="100000" w14:sy="-100000" w14:kx="0" w14:ky="0" w14:algn="bl"/>
                                <w14:textOutline w14:w="0" w14:cap="flat" w14:cmpd="sng" w14:algn="ctr">
                                  <w14:noFill/>
                                  <w14:prstDash w14:val="solid"/>
                                  <w14:round/>
                                </w14:textOutline>
                                <w14:props3d w14:extrusionH="0" w14:contourW="6350" w14:prstMaterial="plastic">
                                  <w14:bevelT w14:w="20320" w14:h="20320" w14:prst="angle"/>
                                  <w14:contourClr>
                                    <w14:schemeClr w14:val="accent1">
                                      <w14:tint w14:val="100000"/>
                                      <w14:shade w14:val="100000"/>
                                      <w14:hueMod w14:val="100000"/>
                                      <w14:satMod w14:val="100000"/>
                                    </w14:schemeClr>
                                  </w14:contourClr>
                                </w14:props3d>
                              </w:rPr>
                              <w:t>a dREAM castle</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a:scene3d>
                          <a:camera prst="orthographicFront"/>
                          <a:lightRig rig="brightRoom" dir="t"/>
                        </a:scene3d>
                        <a:sp3d contourW="6350" prstMaterial="plastic">
                          <a:bevelT w="20320" h="20320" prst="angle"/>
                          <a:contourClr>
                            <a:schemeClr val="accent1">
                              <a:tint val="100000"/>
                              <a:shade val="100000"/>
                              <a:hueMod val="100000"/>
                              <a:satMod val="100000"/>
                            </a:schemeClr>
                          </a:contourClr>
                        </a:sp3d>
                      </wps:bodyPr>
                    </wps:wsp>
                  </a:graphicData>
                </a:graphic>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0;margin-top:0;width:2in;height:2in;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" filled="f" stroked="f">
                <v:textbox style="mso-fit-shape-to-text:t">
                  <w:txbxContent>
                    <w:p w:rsidR="00000334" w:rsidRPr="00000334" w:rsidRDefault="00000334" w:rsidP="00000334">
                      <w:pPr>
                        <w:jc w:val="center"/>
                        <w:rPr>
                          <w:b/>
                          <w:caps/>
                          <w:color w:val="4F81BD" w:themeColor="accent1"/>
                          <w:sz w:val="96"/>
                          <w:szCs w:val="96"/>
                          <w14:shadow w14:blurRad="19685" w14:dist="12700" w14:dir="5400000" w14:sx="100000" w14:sy="100000" w14:kx="0" w14:ky="0" w14:algn="tl">
                            <w14:schemeClr w14:val="accent1">
                              <w14:alpha w14:val="40000"/>
                              <w14:satMod w14:val="130000"/>
                            </w14:schemeClr>
                          </w14:shadow>
                          <w14:reflection w14:blurRad="9994" w14:stA="55000" w14:stPos="0" w14:endA="0" w14:endPos="48000" w14:dist="495" w14:dir="5400000" w14:fadeDir="5400000" w14:sx="100000" w14:sy="-100000" w14:kx="0" w14:ky="0" w14:algn="bl"/>
                          <w14:textOutline w14:w="0" w14:cap="flat" w14:cmpd="sng" w14:algn="ctr">
                            <w14:noFill/>
                            <w14:prstDash w14:val="solid"/>
                            <w14:round/>
                          </w14:textOutline>
                          <w14:props3d w14:extrusionH="0" w14:contourW="6350" w14:prstMaterial="plastic">
                            <w14:bevelT w14:w="20320" w14:h="20320" w14:prst="angle"/>
                            <w14:contourClr>
                              <w14:schemeClr w14:val="accent1">
                                <w14:tint w14:val="100000"/>
                                <w14:shade w14:val="100000"/>
                                <w14:hueMod w14:val="100000"/>
                                <w14:satMod w14:val="100000"/>
                              </w14:schemeClr>
                            </w14:contourClr>
                          </w14:props3d>
                        </w:rPr>
                      </w:pPr>
                      <w:r w:rsidRPr="00000334">
                        <w:rPr>
                          <w:b/>
                          <w:caps/>
                          <w:color w:val="4F81BD" w:themeColor="accent1"/>
                          <w:sz w:val="96"/>
                          <w:szCs w:val="96"/>
                          <w14:shadow w14:blurRad="19685" w14:dist="12700" w14:dir="5400000" w14:sx="100000" w14:sy="100000" w14:kx="0" w14:ky="0" w14:algn="tl">
                            <w14:schemeClr w14:val="accent1">
                              <w14:alpha w14:val="40000"/>
                              <w14:satMod w14:val="130000"/>
                            </w14:schemeClr>
                          </w14:shadow>
                          <w14:reflection w14:blurRad="9994" w14:stA="55000" w14:stPos="0" w14:endA="0" w14:endPos="48000" w14:dist="495" w14:dir="5400000" w14:fadeDir="5400000" w14:sx="100000" w14:sy="-100000" w14:kx="0" w14:ky="0" w14:algn="bl"/>
                          <w14:textOutline w14:w="0" w14:cap="flat" w14:cmpd="sng" w14:algn="ctr">
                            <w14:noFill/>
                            <w14:prstDash w14:val="solid"/>
                            <w14:round/>
                          </w14:textOutline>
                          <w14:props3d w14:extrusionH="0" w14:contourW="6350" w14:prstMaterial="plastic">
                            <w14:bevelT w14:w="20320" w14:h="20320" w14:prst="angle"/>
                            <w14:contourClr>
                              <w14:schemeClr w14:val="accent1">
                                <w14:tint w14:val="100000"/>
                                <w14:shade w14:val="100000"/>
                                <w14:hueMod w14:val="100000"/>
                                <w14:satMod w14:val="100000"/>
                              </w14:schemeClr>
                            </w14:contourClr>
                          </w14:props3d>
                        </w:rPr>
                        <w:t>a dREAM castle</w:t>
                      </w:r>
                    </w:p>
                  </w:txbxContent>
                </v:textbox>
              </v:shape>
            </w:pict>
          </mc:Fallback>
        </mc:AlternateContent>
      </w:r>
      <w:r>
        <w:t xml:space="preserve">                                                                                                                                                                                        </w:t>
      </w:r>
    </w:p>
    <w:p w:rsidR="00000334" w:rsidRDefault="00000334"/>
    <w:p w:rsidR="00000334" w:rsidRDefault="00000334"/>
    <w:p w:rsidR="00000334" w:rsidRDefault="00000334">
      <w:pPr>
        <w:rPr>
          <w:sz w:val="40"/>
          <w:szCs w:val="40"/>
        </w:rPr>
      </w:pPr>
      <w:r>
        <w:rPr>
          <w:sz w:val="40"/>
          <w:szCs w:val="40"/>
        </w:rPr>
        <w:t>24 Cosy Avenue</w:t>
      </w:r>
    </w:p>
    <w:p w:rsidR="00000334" w:rsidRDefault="00000334">
      <w:pPr>
        <w:rPr>
          <w:sz w:val="40"/>
          <w:szCs w:val="40"/>
        </w:rPr>
      </w:pPr>
    </w:p>
    <w:p w:rsidR="00000334" w:rsidRPr="00000334" w:rsidRDefault="00000334">
      <w:pPr>
        <w:rPr>
          <w:sz w:val="40"/>
          <w:szCs w:val="40"/>
        </w:rPr>
      </w:pPr>
      <w:r>
        <w:rPr>
          <w:sz w:val="40"/>
          <w:szCs w:val="40"/>
        </w:rPr>
        <w:t xml:space="preserve">Each bedroom has a personal shower (only available to use on some days), there are also 2 bedrooms, a dining room and a lounge. The </w:t>
      </w:r>
      <w:r w:rsidR="003F6C55">
        <w:rPr>
          <w:sz w:val="40"/>
          <w:szCs w:val="40"/>
        </w:rPr>
        <w:t>prison adds character and e</w:t>
      </w:r>
      <w:r w:rsidR="000B6DBA">
        <w:rPr>
          <w:sz w:val="40"/>
          <w:szCs w:val="40"/>
        </w:rPr>
        <w:t xml:space="preserve">ven comes with a free prisoner! Don’t </w:t>
      </w:r>
      <w:proofErr w:type="gramStart"/>
      <w:r w:rsidR="000B6DBA">
        <w:rPr>
          <w:sz w:val="40"/>
          <w:szCs w:val="40"/>
        </w:rPr>
        <w:t>worry,</w:t>
      </w:r>
      <w:proofErr w:type="gramEnd"/>
      <w:r w:rsidR="000B6DBA">
        <w:rPr>
          <w:sz w:val="40"/>
          <w:szCs w:val="40"/>
        </w:rPr>
        <w:t xml:space="preserve"> the keys are buried </w:t>
      </w:r>
      <w:r w:rsidR="00FC028F">
        <w:rPr>
          <w:sz w:val="40"/>
          <w:szCs w:val="40"/>
        </w:rPr>
        <w:t xml:space="preserve">right near the cage so they are easy to find for you. There are guards and they never let anyone in without your permission! There is also fine outdoor dining. There is also no need for an </w:t>
      </w:r>
      <w:proofErr w:type="spellStart"/>
      <w:r w:rsidR="00FC028F">
        <w:rPr>
          <w:sz w:val="40"/>
          <w:szCs w:val="40"/>
        </w:rPr>
        <w:t>aircon</w:t>
      </w:r>
      <w:proofErr w:type="spellEnd"/>
      <w:r w:rsidR="00FC028F">
        <w:rPr>
          <w:sz w:val="40"/>
          <w:szCs w:val="40"/>
        </w:rPr>
        <w:t>! Extremely cheap!</w:t>
      </w:r>
      <w:r w:rsidR="00453D71">
        <w:rPr>
          <w:sz w:val="40"/>
          <w:szCs w:val="40"/>
        </w:rPr>
        <w:t xml:space="preserve"> Hurry! The longer you wait, the more you miss!</w:t>
      </w:r>
      <w:r w:rsidR="00453D71">
        <w:rPr>
          <w:noProof/>
          <w:sz w:val="40"/>
          <w:szCs w:val="40"/>
          <w:lang w:eastAsia="en-NZ"/>
        </w:rPr>
        <w:drawing>
          <wp:inline distT="0" distB="0" distL="0" distR="0">
            <wp:extent cx="5723609" cy="26860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use isabel.bmp"/>
                    <pic:cNvPicPr/>
                  </pic:nvPicPr>
                  <pic:blipFill>
                    <a:blip r:embed="rId5">
                      <a:extLst>
                        <a:ext uri="{28A0092B-C50C-407E-A947-70E740481C1C}">
                          <a14:useLocalDpi xmlns:a14="http://schemas.microsoft.com/office/drawing/2010/main" val="0"/>
                        </a:ext>
                      </a:extLst>
                    </a:blip>
                    <a:stretch>
                      <a:fillRect/>
                    </a:stretch>
                  </pic:blipFill>
                  <pic:spPr>
                    <a:xfrm>
                      <a:off x="0" y="0"/>
                      <a:ext cx="5731510" cy="2689758"/>
                    </a:xfrm>
                    <a:prstGeom prst="rect">
                      <a:avLst/>
                    </a:prstGeom>
                  </pic:spPr>
                </pic:pic>
              </a:graphicData>
            </a:graphic>
          </wp:inline>
        </w:drawing>
      </w:r>
      <w:bookmarkStart w:id="0" w:name="_GoBack"/>
      <w:bookmarkEnd w:id="0"/>
    </w:p>
    <w:sectPr w:rsidR="00000334" w:rsidRPr="0000033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334"/>
    <w:rsid w:val="00000334"/>
    <w:rsid w:val="000B6DBA"/>
    <w:rsid w:val="003F6C55"/>
    <w:rsid w:val="00453D71"/>
    <w:rsid w:val="00BB15B2"/>
    <w:rsid w:val="00FC028F"/>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53D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3D7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53D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3D7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bmp"/><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681CC5F3</Template>
  <TotalTime>40</TotalTime>
  <Pages>1</Pages>
  <Words>102</Words>
  <Characters>588</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u_wkstn0001</dc:creator>
  <cp:keywords/>
  <dc:description/>
  <cp:lastModifiedBy>u_wkstn0001</cp:lastModifiedBy>
  <cp:revision>3</cp:revision>
  <dcterms:created xsi:type="dcterms:W3CDTF">2011-05-02T00:17:00Z</dcterms:created>
  <dcterms:modified xsi:type="dcterms:W3CDTF">2011-05-18T20:46:00Z</dcterms:modified>
</cp:coreProperties>
</file>